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29463" w14:textId="77777777" w:rsidR="00344511" w:rsidRDefault="00665A38">
      <w:pPr>
        <w:pStyle w:val="Titolo"/>
      </w:pPr>
      <w:r>
        <w:t>PATTO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INTEGRITA’</w:t>
      </w:r>
    </w:p>
    <w:p w14:paraId="6983778C" w14:textId="77777777" w:rsidR="00344511" w:rsidRDefault="00665A38">
      <w:pPr>
        <w:pStyle w:val="Corpotesto"/>
        <w:spacing w:before="188"/>
        <w:ind w:left="2" w:right="3"/>
        <w:jc w:val="center"/>
      </w:pPr>
      <w:r>
        <w:rPr>
          <w:spacing w:val="-5"/>
        </w:rPr>
        <w:t>tra</w:t>
      </w:r>
    </w:p>
    <w:p w14:paraId="738E310A" w14:textId="77777777" w:rsidR="00344511" w:rsidRDefault="00665A38">
      <w:pPr>
        <w:spacing w:before="181"/>
        <w:ind w:left="3" w:right="3"/>
        <w:jc w:val="center"/>
        <w:rPr>
          <w:sz w:val="28"/>
        </w:rPr>
      </w:pPr>
      <w:proofErr w:type="spellStart"/>
      <w:r>
        <w:rPr>
          <w:sz w:val="28"/>
        </w:rPr>
        <w:t>Cotral</w:t>
      </w:r>
      <w:proofErr w:type="spellEnd"/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Spa</w:t>
      </w:r>
    </w:p>
    <w:p w14:paraId="30FC3E27" w14:textId="77777777" w:rsidR="00344511" w:rsidRDefault="00665A38">
      <w:pPr>
        <w:pStyle w:val="Corpotesto"/>
        <w:spacing w:before="186"/>
        <w:ind w:left="2" w:right="3"/>
        <w:jc w:val="center"/>
      </w:pPr>
      <w:r>
        <w:rPr>
          <w:spacing w:val="-10"/>
        </w:rPr>
        <w:t>e</w:t>
      </w:r>
    </w:p>
    <w:p w14:paraId="57E918D6" w14:textId="72043790" w:rsidR="00344511" w:rsidRDefault="00665A38">
      <w:pPr>
        <w:pStyle w:val="Corpotesto"/>
        <w:tabs>
          <w:tab w:val="left" w:leader="dot" w:pos="6910"/>
        </w:tabs>
        <w:spacing w:before="183"/>
      </w:pPr>
      <w:r>
        <w:t>la</w:t>
      </w:r>
      <w:r>
        <w:rPr>
          <w:spacing w:val="-5"/>
        </w:rPr>
        <w:t xml:space="preserve"> </w:t>
      </w:r>
      <w:r>
        <w:rPr>
          <w:spacing w:val="-2"/>
        </w:rPr>
        <w:t>Società</w:t>
      </w:r>
      <w:r w:rsidR="00B52DFB" w:rsidRPr="00B52DFB">
        <w:rPr>
          <w:rFonts w:ascii="Arial" w:eastAsia="Times New Roman" w:hAnsi="Arial" w:cs="Arial"/>
          <w:szCs w:val="20"/>
          <w:lang w:eastAsia="it-IT"/>
        </w:rPr>
        <w:t xml:space="preserve"> </w:t>
      </w:r>
      <w:sdt>
        <w:sdtPr>
          <w:rPr>
            <w:rFonts w:ascii="Arial" w:eastAsia="Times New Roman" w:hAnsi="Arial" w:cs="Arial"/>
            <w:szCs w:val="20"/>
            <w:lang w:eastAsia="it-IT"/>
          </w:rPr>
          <w:id w:val="-1477215921"/>
          <w:placeholder>
            <w:docPart w:val="70F46FA7531C48F6B0176FD31A9B25F6"/>
          </w:placeholder>
        </w:sdtPr>
        <w:sdtContent>
          <w:bookmarkStart w:id="0" w:name="_GoBack"/>
          <w:r w:rsidR="00B52DFB"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  <w:bookmarkEnd w:id="0"/>
        </w:sdtContent>
      </w:sdt>
      <w:r w:rsidR="00B52DFB">
        <w:t xml:space="preserve"> </w:t>
      </w:r>
      <w:r>
        <w:t>(di</w:t>
      </w:r>
      <w:r>
        <w:rPr>
          <w:spacing w:val="-15"/>
        </w:rPr>
        <w:t xml:space="preserve"> </w:t>
      </w:r>
      <w:r>
        <w:t>seguito</w:t>
      </w:r>
      <w:r>
        <w:rPr>
          <w:spacing w:val="-9"/>
        </w:rPr>
        <w:t xml:space="preserve"> </w:t>
      </w:r>
      <w:r>
        <w:t>denominata</w:t>
      </w:r>
      <w:r>
        <w:rPr>
          <w:spacing w:val="-12"/>
        </w:rPr>
        <w:t xml:space="preserve"> </w:t>
      </w:r>
      <w:r>
        <w:rPr>
          <w:spacing w:val="-2"/>
        </w:rPr>
        <w:t>Società),</w:t>
      </w:r>
    </w:p>
    <w:p w14:paraId="246AAC33" w14:textId="6C5F2AEB" w:rsidR="00344511" w:rsidRDefault="00665A38">
      <w:pPr>
        <w:pStyle w:val="Corpotesto"/>
        <w:spacing w:before="180" w:line="384" w:lineRule="auto"/>
        <w:ind w:right="137"/>
      </w:pPr>
      <w:r>
        <w:t>sede</w:t>
      </w:r>
      <w:r>
        <w:rPr>
          <w:spacing w:val="-13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sdt>
        <w:sdtPr>
          <w:rPr>
            <w:rFonts w:ascii="Arial" w:eastAsia="Times New Roman" w:hAnsi="Arial" w:cs="Arial"/>
            <w:szCs w:val="20"/>
            <w:lang w:eastAsia="it-IT"/>
          </w:rPr>
          <w:id w:val="-2095465133"/>
          <w:placeholder>
            <w:docPart w:val="1B8FCD6CD2AF457B97D0C4DDB57A53D7"/>
          </w:placeholder>
        </w:sdtPr>
        <w:sdtContent>
          <w:r w:rsidR="00B52DFB"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</w:sdtContent>
      </w:sdt>
      <w:r>
        <w:t>,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sdt>
        <w:sdtPr>
          <w:rPr>
            <w:rFonts w:ascii="Arial" w:eastAsia="Times New Roman" w:hAnsi="Arial" w:cs="Arial"/>
            <w:szCs w:val="20"/>
            <w:lang w:eastAsia="it-IT"/>
          </w:rPr>
          <w:id w:val="1750773285"/>
          <w:placeholder>
            <w:docPart w:val="B9044222B2AF40F5AFB94DA06F1D97DB"/>
          </w:placeholder>
        </w:sdtPr>
        <w:sdtContent>
          <w:r w:rsidR="00B52DFB"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</w:sdtContent>
      </w:sdt>
      <w:r w:rsidR="00B52DFB">
        <w:t xml:space="preserve"> </w:t>
      </w:r>
      <w:r>
        <w:t>n</w:t>
      </w:r>
      <w:r w:rsidR="00B52DFB" w:rsidRPr="00B52DFB">
        <w:rPr>
          <w:rFonts w:ascii="Arial" w:eastAsia="Times New Roman" w:hAnsi="Arial" w:cs="Arial"/>
          <w:szCs w:val="20"/>
          <w:lang w:eastAsia="it-IT"/>
        </w:rPr>
        <w:t xml:space="preserve"> </w:t>
      </w:r>
      <w:sdt>
        <w:sdtPr>
          <w:rPr>
            <w:rFonts w:ascii="Arial" w:eastAsia="Times New Roman" w:hAnsi="Arial" w:cs="Arial"/>
            <w:szCs w:val="20"/>
            <w:lang w:eastAsia="it-IT"/>
          </w:rPr>
          <w:id w:val="1034159610"/>
          <w:placeholder>
            <w:docPart w:val="2FBC635626B5476AAE5457A7C0F6CBDC"/>
          </w:placeholder>
        </w:sdtPr>
        <w:sdtContent>
          <w:r w:rsidR="00B52DFB"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</w:sdtContent>
      </w:sdt>
      <w:r>
        <w:t xml:space="preserve"> codice</w:t>
      </w:r>
      <w:r>
        <w:rPr>
          <w:spacing w:val="-13"/>
        </w:rPr>
        <w:t xml:space="preserve"> </w:t>
      </w:r>
      <w:r>
        <w:t>fiscale/P.IVA</w:t>
      </w:r>
      <w:r>
        <w:rPr>
          <w:spacing w:val="-12"/>
        </w:rPr>
        <w:t xml:space="preserve"> </w:t>
      </w:r>
      <w:sdt>
        <w:sdtPr>
          <w:rPr>
            <w:rFonts w:ascii="Arial" w:eastAsia="Times New Roman" w:hAnsi="Arial" w:cs="Arial"/>
            <w:szCs w:val="20"/>
            <w:lang w:eastAsia="it-IT"/>
          </w:rPr>
          <w:id w:val="458384886"/>
          <w:placeholder>
            <w:docPart w:val="C8EC38E9C1C04B52B042BF0B4E74BCA6"/>
          </w:placeholder>
        </w:sdtPr>
        <w:sdtContent>
          <w:r w:rsidR="00B52DFB"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</w:sdtContent>
      </w:sdt>
      <w:r>
        <w:t>,</w:t>
      </w:r>
      <w:r>
        <w:rPr>
          <w:spacing w:val="-13"/>
        </w:rPr>
        <w:t xml:space="preserve"> </w:t>
      </w:r>
      <w:r>
        <w:t>rappresentata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sdt>
        <w:sdtPr>
          <w:rPr>
            <w:rFonts w:ascii="Arial" w:eastAsia="Times New Roman" w:hAnsi="Arial" w:cs="Arial"/>
            <w:szCs w:val="20"/>
            <w:lang w:eastAsia="it-IT"/>
          </w:rPr>
          <w:id w:val="119888848"/>
          <w:placeholder>
            <w:docPart w:val="EDC865A3FDD04E49B89B560236B66729"/>
          </w:placeholder>
        </w:sdtPr>
        <w:sdtContent>
          <w:r w:rsidR="00B52DFB"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</w:sdtContent>
      </w:sdt>
      <w:r>
        <w:t xml:space="preserve"> in qualità di </w:t>
      </w:r>
      <w:sdt>
        <w:sdtPr>
          <w:rPr>
            <w:rFonts w:ascii="Arial" w:eastAsia="Times New Roman" w:hAnsi="Arial" w:cs="Arial"/>
            <w:szCs w:val="20"/>
            <w:lang w:eastAsia="it-IT"/>
          </w:rPr>
          <w:id w:val="652338278"/>
          <w:placeholder>
            <w:docPart w:val="549CA86F19324B1FBC381C154FCA10E1"/>
          </w:placeholder>
        </w:sdtPr>
        <w:sdtContent>
          <w:r w:rsidR="00B52DFB"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</w:sdtContent>
      </w:sdt>
    </w:p>
    <w:p w14:paraId="2B5CEDEE" w14:textId="77777777" w:rsidR="00344511" w:rsidRDefault="00344511">
      <w:pPr>
        <w:pStyle w:val="Corpotesto"/>
        <w:spacing w:before="163"/>
        <w:ind w:left="0"/>
        <w:jc w:val="left"/>
      </w:pPr>
    </w:p>
    <w:p w14:paraId="27208F4A" w14:textId="77777777" w:rsidR="00344511" w:rsidRDefault="00665A38">
      <w:pPr>
        <w:pStyle w:val="Titolo1"/>
      </w:pPr>
      <w:r>
        <w:rPr>
          <w:spacing w:val="-2"/>
        </w:rPr>
        <w:t>VISTO</w:t>
      </w:r>
    </w:p>
    <w:p w14:paraId="2725DCD5" w14:textId="77777777" w:rsidR="00344511" w:rsidRDefault="00665A38">
      <w:pPr>
        <w:pStyle w:val="Paragrafoelenco"/>
        <w:numPr>
          <w:ilvl w:val="0"/>
          <w:numId w:val="1"/>
        </w:numPr>
        <w:tabs>
          <w:tab w:val="left" w:pos="255"/>
        </w:tabs>
        <w:spacing w:before="180" w:line="259" w:lineRule="auto"/>
        <w:ind w:right="137" w:firstLine="0"/>
      </w:pPr>
      <w:r>
        <w:t>il</w:t>
      </w:r>
      <w:r>
        <w:rPr>
          <w:spacing w:val="-7"/>
        </w:rPr>
        <w:t xml:space="preserve"> </w:t>
      </w:r>
      <w:r>
        <w:t>D.</w:t>
      </w:r>
      <w:r>
        <w:rPr>
          <w:spacing w:val="-7"/>
        </w:rPr>
        <w:t xml:space="preserve"> </w:t>
      </w:r>
      <w:proofErr w:type="spellStart"/>
      <w:r>
        <w:t>Lgs</w:t>
      </w:r>
      <w:proofErr w:type="spellEnd"/>
      <w:r>
        <w:rPr>
          <w:spacing w:val="-7"/>
        </w:rPr>
        <w:t xml:space="preserve"> </w:t>
      </w:r>
      <w:r>
        <w:t>n.97/2016</w:t>
      </w:r>
      <w:r>
        <w:rPr>
          <w:spacing w:val="-6"/>
        </w:rPr>
        <w:t xml:space="preserve"> </w:t>
      </w:r>
      <w:r>
        <w:t>‘</w:t>
      </w:r>
      <w:r>
        <w:rPr>
          <w:i/>
          <w:sz w:val="23"/>
        </w:rPr>
        <w:t>Recante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revisione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semplificazione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delle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disposizioni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in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materia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prevenzione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della corruzione,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pubblicità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trasparenza,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correttivo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della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legge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6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novembre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2012,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n.</w:t>
      </w:r>
      <w:r>
        <w:rPr>
          <w:i/>
          <w:spacing w:val="-13"/>
          <w:sz w:val="23"/>
        </w:rPr>
        <w:t xml:space="preserve"> </w:t>
      </w:r>
      <w:r>
        <w:rPr>
          <w:i/>
          <w:sz w:val="23"/>
        </w:rPr>
        <w:t>190</w:t>
      </w:r>
      <w:r>
        <w:rPr>
          <w:i/>
          <w:spacing w:val="-13"/>
          <w:sz w:val="23"/>
        </w:rPr>
        <w:t xml:space="preserve"> </w:t>
      </w:r>
      <w:r>
        <w:t>(recante</w:t>
      </w:r>
      <w:r>
        <w:rPr>
          <w:spacing w:val="-13"/>
        </w:rPr>
        <w:t xml:space="preserve"> </w:t>
      </w:r>
      <w:r>
        <w:t xml:space="preserve">“Disposizioni per la prevenzione e la repressione della corruzione e dell'illegalità nella pubblica amministrazione) </w:t>
      </w:r>
      <w:r>
        <w:rPr>
          <w:i/>
          <w:sz w:val="23"/>
        </w:rPr>
        <w:t>e del decreto legislativo 14 marzo 2013, n. 33, ai sensi dell’articolo 7 della legge 7 agosto 2015, n. 124, in materia di riorganizzazione delle amministrazioni pubbliche</w:t>
      </w:r>
      <w:r>
        <w:t>;</w:t>
      </w:r>
    </w:p>
    <w:p w14:paraId="72958DC6" w14:textId="77777777" w:rsidR="00344511" w:rsidRDefault="00665A38">
      <w:pPr>
        <w:pStyle w:val="Corpotesto"/>
        <w:spacing w:before="159"/>
      </w:pPr>
      <w:r>
        <w:t>-il</w:t>
      </w:r>
      <w:r>
        <w:rPr>
          <w:spacing w:val="-5"/>
        </w:rPr>
        <w:t xml:space="preserve"> </w:t>
      </w:r>
      <w:r>
        <w:t>D.</w:t>
      </w:r>
      <w:r>
        <w:rPr>
          <w:spacing w:val="-2"/>
        </w:rPr>
        <w:t xml:space="preserve"> </w:t>
      </w:r>
      <w:proofErr w:type="spellStart"/>
      <w:r>
        <w:t>Lgs</w:t>
      </w:r>
      <w:proofErr w:type="spellEnd"/>
      <w:r>
        <w:rPr>
          <w:spacing w:val="-5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</w:t>
      </w:r>
      <w:r>
        <w:rPr>
          <w:spacing w:val="-2"/>
        </w:rPr>
        <w:t xml:space="preserve"> </w:t>
      </w:r>
      <w:r>
        <w:t>Codice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contratti</w:t>
      </w:r>
      <w:r>
        <w:rPr>
          <w:spacing w:val="-4"/>
        </w:rPr>
        <w:t xml:space="preserve"> </w:t>
      </w:r>
      <w:r>
        <w:rPr>
          <w:spacing w:val="-2"/>
        </w:rPr>
        <w:t>pubblici;</w:t>
      </w:r>
    </w:p>
    <w:p w14:paraId="6E6CE02F" w14:textId="77777777" w:rsidR="00344511" w:rsidRDefault="00665A38">
      <w:pPr>
        <w:pStyle w:val="Paragrafoelenco"/>
        <w:numPr>
          <w:ilvl w:val="0"/>
          <w:numId w:val="1"/>
        </w:numPr>
        <w:tabs>
          <w:tab w:val="left" w:pos="272"/>
        </w:tabs>
        <w:spacing w:before="180" w:line="259" w:lineRule="auto"/>
        <w:ind w:right="136" w:firstLine="0"/>
      </w:pPr>
      <w:r>
        <w:t xml:space="preserve">il Piano Nazionale Anticorruzione (P.N.A.) emanato dall’Autorità Nazionale </w:t>
      </w:r>
      <w:proofErr w:type="spellStart"/>
      <w:r>
        <w:t>AntiCorruzione</w:t>
      </w:r>
      <w:proofErr w:type="spellEnd"/>
      <w:r>
        <w:t xml:space="preserve"> ed il P.T.P.C.T. (Programma Triennale di Prevenzione della Corruzione e della Trasparenza) aziendale approvato dal </w:t>
      </w:r>
      <w:proofErr w:type="spellStart"/>
      <w:r>
        <w:t>C.d.A</w:t>
      </w:r>
      <w:proofErr w:type="spellEnd"/>
      <w:r>
        <w:t>;</w:t>
      </w:r>
    </w:p>
    <w:p w14:paraId="61E163A2" w14:textId="660EA654" w:rsidR="00344511" w:rsidRDefault="00EF24ED">
      <w:pPr>
        <w:pStyle w:val="Titolo1"/>
        <w:spacing w:before="162"/>
        <w:ind w:left="0"/>
      </w:pPr>
      <w:r>
        <w:t xml:space="preserve"> LE STESSE PARTI </w:t>
      </w:r>
      <w:r w:rsidR="000D1E28">
        <w:t xml:space="preserve">CONVENGONO </w:t>
      </w:r>
      <w:r w:rsidR="00665A38">
        <w:t>QUANTO</w:t>
      </w:r>
      <w:r w:rsidR="00665A38">
        <w:rPr>
          <w:spacing w:val="-6"/>
        </w:rPr>
        <w:t xml:space="preserve"> </w:t>
      </w:r>
      <w:r w:rsidR="00665A38">
        <w:rPr>
          <w:spacing w:val="-2"/>
        </w:rPr>
        <w:t>SEGUE</w:t>
      </w:r>
    </w:p>
    <w:p w14:paraId="1EB821BC" w14:textId="77777777" w:rsidR="00344511" w:rsidRDefault="00665A38">
      <w:pPr>
        <w:spacing w:before="180"/>
        <w:ind w:left="2" w:right="3"/>
        <w:jc w:val="center"/>
        <w:rPr>
          <w:b/>
        </w:rPr>
      </w:pPr>
      <w:r>
        <w:rPr>
          <w:b/>
        </w:rPr>
        <w:t>Articolo</w:t>
      </w:r>
      <w:r>
        <w:rPr>
          <w:b/>
          <w:spacing w:val="-7"/>
        </w:rPr>
        <w:t xml:space="preserve"> </w:t>
      </w:r>
      <w:r>
        <w:rPr>
          <w:b/>
          <w:spacing w:val="-10"/>
        </w:rPr>
        <w:t>1</w:t>
      </w:r>
    </w:p>
    <w:p w14:paraId="18F2E1A5" w14:textId="77777777" w:rsidR="00344511" w:rsidRDefault="00665A38">
      <w:pPr>
        <w:pStyle w:val="Corpotesto"/>
        <w:spacing w:before="181" w:line="259" w:lineRule="auto"/>
        <w:ind w:right="138"/>
      </w:pPr>
      <w:r>
        <w:t>Il presente Patto d’integrità stabilisce la formale obbligazione della Società</w:t>
      </w:r>
      <w:r w:rsidR="007022A4">
        <w:t xml:space="preserve"> come regolarmente rappresentata</w:t>
      </w:r>
      <w:r>
        <w:t xml:space="preserve"> che, ai fini della partecipazione alle gare e agli affidamenti, si impegna</w:t>
      </w:r>
      <w:r w:rsidR="00124469">
        <w:t>, ferma la necessaria sottoscrizione</w:t>
      </w:r>
      <w:r w:rsidR="007022A4">
        <w:t>, sia durante le fasi di svolgimento delle procedure, sia nella fase di esecuzione del contratto loro eventualmente affidato</w:t>
      </w:r>
      <w:r>
        <w:t>:</w:t>
      </w:r>
    </w:p>
    <w:p w14:paraId="38C74132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before="161" w:line="259" w:lineRule="auto"/>
        <w:ind w:right="140"/>
      </w:pPr>
      <w:r>
        <w:t>a conformare i propri comportamenti ai principi di lealtà, trasparenza e correttezza, a non offrire, accettare o richiedere somme di denaro o qualsiasi altra ricompensa, vantaggio o beneficio, sia direttamente che</w:t>
      </w:r>
      <w:r>
        <w:rPr>
          <w:spacing w:val="-3"/>
        </w:rPr>
        <w:t xml:space="preserve"> </w:t>
      </w:r>
      <w:r>
        <w:t>indirettamente tramite intermediari,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fine dell’assegnazione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e/o al fine di distorcerne la relativa corretta esecuzione;</w:t>
      </w:r>
    </w:p>
    <w:p w14:paraId="4F1CF53A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40"/>
      </w:pPr>
      <w: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24F898A6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40"/>
      </w:pPr>
      <w:r>
        <w:t>ad</w:t>
      </w:r>
      <w:r>
        <w:rPr>
          <w:spacing w:val="-10"/>
        </w:rPr>
        <w:t xml:space="preserve"> </w:t>
      </w:r>
      <w:r>
        <w:t>assicurare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trovarsi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situazioni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controllo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collegamento</w:t>
      </w:r>
      <w:r>
        <w:rPr>
          <w:spacing w:val="-8"/>
        </w:rPr>
        <w:t xml:space="preserve"> </w:t>
      </w:r>
      <w:r>
        <w:t>(formale</w:t>
      </w:r>
      <w:r>
        <w:rPr>
          <w:spacing w:val="-9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sostanziale)</w:t>
      </w:r>
      <w:r>
        <w:rPr>
          <w:spacing w:val="-9"/>
        </w:rPr>
        <w:t xml:space="preserve"> </w:t>
      </w:r>
      <w:r>
        <w:t>con altri concorrenti e che non si è accordata e non si accorderà con altri partecipanti alla gara;</w:t>
      </w:r>
    </w:p>
    <w:p w14:paraId="7004E554" w14:textId="5B0FC77F" w:rsidR="00344511" w:rsidRDefault="00665A38">
      <w:pPr>
        <w:pStyle w:val="Paragrafoelenco"/>
        <w:numPr>
          <w:ilvl w:val="1"/>
          <w:numId w:val="1"/>
        </w:numPr>
        <w:tabs>
          <w:tab w:val="left" w:pos="861"/>
        </w:tabs>
        <w:spacing w:line="259" w:lineRule="auto"/>
        <w:ind w:right="138"/>
      </w:pPr>
      <w:r>
        <w:t>ad</w:t>
      </w:r>
      <w:r>
        <w:rPr>
          <w:spacing w:val="-1"/>
        </w:rPr>
        <w:t xml:space="preserve"> </w:t>
      </w:r>
      <w:r>
        <w:t>informare puntualmente tutto il</w:t>
      </w:r>
      <w:r>
        <w:rPr>
          <w:spacing w:val="-3"/>
        </w:rPr>
        <w:t xml:space="preserve"> </w:t>
      </w:r>
      <w:r>
        <w:t>personale,</w:t>
      </w:r>
      <w:r>
        <w:rPr>
          <w:spacing w:val="-2"/>
        </w:rPr>
        <w:t xml:space="preserve"> </w:t>
      </w:r>
      <w:r>
        <w:t>di cui si avvale,</w:t>
      </w:r>
      <w:r>
        <w:rPr>
          <w:spacing w:val="-2"/>
        </w:rPr>
        <w:t xml:space="preserve"> </w:t>
      </w:r>
      <w:r>
        <w:t>del presente</w:t>
      </w:r>
      <w:r>
        <w:rPr>
          <w:spacing w:val="-1"/>
        </w:rPr>
        <w:t xml:space="preserve"> </w:t>
      </w:r>
      <w:r>
        <w:t>Patto</w:t>
      </w:r>
      <w:r>
        <w:rPr>
          <w:spacing w:val="-1"/>
        </w:rPr>
        <w:t xml:space="preserve"> </w:t>
      </w:r>
      <w:r>
        <w:t>di integrità</w:t>
      </w:r>
      <w:r>
        <w:rPr>
          <w:spacing w:val="-3"/>
        </w:rPr>
        <w:t xml:space="preserve"> </w:t>
      </w:r>
      <w:r>
        <w:t>e degli obblighi in esso contenuti</w:t>
      </w:r>
    </w:p>
    <w:p w14:paraId="06DEBD3B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ind w:left="860" w:hanging="359"/>
      </w:pPr>
      <w:r>
        <w:t>a</w:t>
      </w:r>
      <w:r>
        <w:rPr>
          <w:spacing w:val="32"/>
        </w:rPr>
        <w:t xml:space="preserve"> </w:t>
      </w:r>
      <w:r>
        <w:t>vigilare</w:t>
      </w:r>
      <w:r>
        <w:rPr>
          <w:spacing w:val="30"/>
        </w:rPr>
        <w:t xml:space="preserve"> </w:t>
      </w:r>
      <w:r>
        <w:t>affinché</w:t>
      </w:r>
      <w:r>
        <w:rPr>
          <w:spacing w:val="32"/>
        </w:rPr>
        <w:t xml:space="preserve"> </w:t>
      </w:r>
      <w:r>
        <w:t>gli</w:t>
      </w:r>
      <w:r>
        <w:rPr>
          <w:spacing w:val="32"/>
        </w:rPr>
        <w:t xml:space="preserve"> </w:t>
      </w:r>
      <w:r>
        <w:t>impegni</w:t>
      </w:r>
      <w:r>
        <w:rPr>
          <w:spacing w:val="32"/>
        </w:rPr>
        <w:t xml:space="preserve"> </w:t>
      </w:r>
      <w:r>
        <w:t>sopra</w:t>
      </w:r>
      <w:r>
        <w:rPr>
          <w:spacing w:val="32"/>
        </w:rPr>
        <w:t xml:space="preserve"> </w:t>
      </w:r>
      <w:r>
        <w:t>indicati</w:t>
      </w:r>
      <w:r>
        <w:rPr>
          <w:spacing w:val="32"/>
        </w:rPr>
        <w:t xml:space="preserve"> </w:t>
      </w:r>
      <w:r>
        <w:t>siano</w:t>
      </w:r>
      <w:r>
        <w:rPr>
          <w:spacing w:val="29"/>
        </w:rPr>
        <w:t xml:space="preserve"> </w:t>
      </w:r>
      <w:r>
        <w:t>osservati</w:t>
      </w:r>
      <w:r>
        <w:rPr>
          <w:spacing w:val="30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tutti</w:t>
      </w:r>
      <w:r>
        <w:rPr>
          <w:spacing w:val="30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collaboratori</w:t>
      </w:r>
      <w:r>
        <w:rPr>
          <w:spacing w:val="30"/>
        </w:rPr>
        <w:t xml:space="preserve"> </w:t>
      </w:r>
      <w:r>
        <w:t>e</w:t>
      </w:r>
      <w:r>
        <w:rPr>
          <w:spacing w:val="33"/>
        </w:rPr>
        <w:t xml:space="preserve"> </w:t>
      </w:r>
      <w:r>
        <w:rPr>
          <w:spacing w:val="-2"/>
        </w:rPr>
        <w:t>dipendenti</w:t>
      </w:r>
    </w:p>
    <w:p w14:paraId="2A0E41B3" w14:textId="77777777" w:rsidR="00344511" w:rsidRDefault="00665A38">
      <w:pPr>
        <w:pStyle w:val="Corpotesto"/>
        <w:spacing w:before="19"/>
        <w:ind w:left="861"/>
      </w:pPr>
      <w:r>
        <w:t>nell’esercizio</w:t>
      </w:r>
      <w:r>
        <w:rPr>
          <w:spacing w:val="-3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compiti</w:t>
      </w:r>
      <w:r>
        <w:rPr>
          <w:spacing w:val="-5"/>
        </w:rPr>
        <w:t xml:space="preserve"> </w:t>
      </w:r>
      <w:r>
        <w:t>loro</w:t>
      </w:r>
      <w:r>
        <w:rPr>
          <w:spacing w:val="-3"/>
        </w:rPr>
        <w:t xml:space="preserve"> </w:t>
      </w:r>
      <w:r>
        <w:rPr>
          <w:spacing w:val="-2"/>
        </w:rPr>
        <w:t>assegnati;</w:t>
      </w:r>
    </w:p>
    <w:p w14:paraId="7FFB2B84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20"/>
        <w:ind w:left="860" w:hanging="359"/>
      </w:pPr>
      <w:r>
        <w:t>a</w:t>
      </w:r>
      <w:r>
        <w:rPr>
          <w:spacing w:val="21"/>
        </w:rPr>
        <w:t xml:space="preserve"> </w:t>
      </w:r>
      <w:r>
        <w:t>denunciare</w:t>
      </w:r>
      <w:r>
        <w:rPr>
          <w:spacing w:val="18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Pubblica</w:t>
      </w:r>
      <w:r>
        <w:rPr>
          <w:spacing w:val="20"/>
        </w:rPr>
        <w:t xml:space="preserve"> </w:t>
      </w:r>
      <w:r>
        <w:t>Autorità</w:t>
      </w:r>
      <w:r>
        <w:rPr>
          <w:spacing w:val="19"/>
        </w:rPr>
        <w:t xml:space="preserve"> </w:t>
      </w:r>
      <w:r>
        <w:t>competente</w:t>
      </w:r>
      <w:r>
        <w:rPr>
          <w:spacing w:val="19"/>
        </w:rPr>
        <w:t xml:space="preserve"> </w:t>
      </w:r>
      <w:r>
        <w:t>ogni</w:t>
      </w:r>
      <w:r>
        <w:rPr>
          <w:spacing w:val="21"/>
        </w:rPr>
        <w:t xml:space="preserve"> </w:t>
      </w:r>
      <w:r>
        <w:t>irregolarità</w:t>
      </w:r>
      <w:r>
        <w:rPr>
          <w:spacing w:val="20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distorsione</w:t>
      </w:r>
      <w:r>
        <w:rPr>
          <w:spacing w:val="17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sia</w:t>
      </w:r>
      <w:r>
        <w:rPr>
          <w:spacing w:val="16"/>
        </w:rPr>
        <w:t xml:space="preserve"> </w:t>
      </w:r>
      <w:r>
        <w:t>venuta</w:t>
      </w:r>
      <w:r>
        <w:rPr>
          <w:spacing w:val="20"/>
        </w:rPr>
        <w:t xml:space="preserve"> </w:t>
      </w:r>
      <w:r>
        <w:rPr>
          <w:spacing w:val="-10"/>
        </w:rPr>
        <w:t>a</w:t>
      </w:r>
    </w:p>
    <w:p w14:paraId="61C16FB2" w14:textId="77777777" w:rsidR="00344511" w:rsidRDefault="00665A38">
      <w:pPr>
        <w:pStyle w:val="Corpotesto"/>
        <w:spacing w:before="21"/>
        <w:ind w:left="861"/>
        <w:rPr>
          <w:spacing w:val="-2"/>
        </w:rPr>
      </w:pPr>
      <w:r>
        <w:lastRenderedPageBreak/>
        <w:t>conoscenza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attiene</w:t>
      </w:r>
      <w:r>
        <w:rPr>
          <w:spacing w:val="-3"/>
        </w:rPr>
        <w:t xml:space="preserve"> </w:t>
      </w:r>
      <w:r>
        <w:t>l’attività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all’oggetto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2"/>
        </w:rPr>
        <w:t>causa.</w:t>
      </w:r>
    </w:p>
    <w:p w14:paraId="4CA91AC0" w14:textId="77777777" w:rsidR="008C3325" w:rsidRDefault="008C3325">
      <w:pPr>
        <w:pStyle w:val="Corpotesto"/>
        <w:spacing w:before="21"/>
        <w:ind w:left="861"/>
      </w:pPr>
    </w:p>
    <w:p w14:paraId="3A0D1AB0" w14:textId="77777777" w:rsidR="00344511" w:rsidRDefault="00665A38">
      <w:pPr>
        <w:pStyle w:val="Titolo1"/>
        <w:spacing w:before="46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23C5A064" w14:textId="77777777" w:rsidR="00344511" w:rsidRDefault="00665A38">
      <w:pPr>
        <w:pStyle w:val="Corpotesto"/>
        <w:spacing w:before="182" w:line="259" w:lineRule="auto"/>
        <w:ind w:right="139"/>
      </w:pPr>
      <w:r>
        <w:t>La Società, sin d’ora, accetta che nel caso di mancato rispetto degli impegni anticorruzione assunti con il presente</w:t>
      </w:r>
      <w:r>
        <w:rPr>
          <w:spacing w:val="-12"/>
        </w:rPr>
        <w:t xml:space="preserve"> </w:t>
      </w:r>
      <w:r>
        <w:t>Patto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integrità,</w:t>
      </w:r>
      <w:r>
        <w:rPr>
          <w:spacing w:val="-12"/>
        </w:rPr>
        <w:t xml:space="preserve"> </w:t>
      </w:r>
      <w:r w:rsidR="007022A4">
        <w:rPr>
          <w:spacing w:val="-12"/>
        </w:rPr>
        <w:t xml:space="preserve">nonché la non veridicità delle dichiarazioni rese, </w:t>
      </w:r>
      <w:r>
        <w:t>comunque</w:t>
      </w:r>
      <w:r>
        <w:rPr>
          <w:spacing w:val="-9"/>
        </w:rPr>
        <w:t xml:space="preserve"> </w:t>
      </w:r>
      <w:r>
        <w:t>accertato</w:t>
      </w:r>
      <w:r>
        <w:rPr>
          <w:spacing w:val="-9"/>
        </w:rPr>
        <w:t xml:space="preserve"> </w:t>
      </w:r>
      <w:r>
        <w:t>dall’Amministrazione,</w:t>
      </w:r>
      <w:r>
        <w:rPr>
          <w:spacing w:val="-10"/>
        </w:rPr>
        <w:t xml:space="preserve"> </w:t>
      </w:r>
      <w:r>
        <w:t>potranno</w:t>
      </w:r>
      <w:r>
        <w:rPr>
          <w:spacing w:val="-11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applicate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 xml:space="preserve">seguenti </w:t>
      </w:r>
      <w:r>
        <w:rPr>
          <w:spacing w:val="-2"/>
        </w:rPr>
        <w:t>sanzioni:</w:t>
      </w:r>
    </w:p>
    <w:p w14:paraId="6FA6D69F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160"/>
        <w:ind w:left="860" w:hanging="359"/>
        <w:jc w:val="left"/>
      </w:pPr>
      <w:r>
        <w:t>esclusione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concorrente</w:t>
      </w:r>
      <w:r>
        <w:rPr>
          <w:spacing w:val="-7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rPr>
          <w:spacing w:val="-4"/>
        </w:rPr>
        <w:t>gara;</w:t>
      </w:r>
    </w:p>
    <w:p w14:paraId="6E8477BD" w14:textId="77777777" w:rsidR="00344511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19"/>
        <w:ind w:left="860" w:hanging="359"/>
        <w:jc w:val="left"/>
      </w:pPr>
      <w:r>
        <w:t>risoluzione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rPr>
          <w:spacing w:val="-2"/>
        </w:rPr>
        <w:t>contratto;</w:t>
      </w:r>
    </w:p>
    <w:p w14:paraId="6AF26FBD" w14:textId="45D5FDB1" w:rsidR="007022A4" w:rsidRDefault="00665A38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t>escussione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cauzione</w:t>
      </w:r>
      <w:r>
        <w:rPr>
          <w:spacing w:val="-8"/>
        </w:rPr>
        <w:t xml:space="preserve"> </w:t>
      </w:r>
      <w:r w:rsidR="007022A4">
        <w:t>di validità offerta;</w:t>
      </w:r>
    </w:p>
    <w:p w14:paraId="71B59D05" w14:textId="77777777" w:rsidR="00EF24ED" w:rsidRPr="00EA159D" w:rsidRDefault="007022A4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risarcimento dei danni anche ulteriori</w:t>
      </w:r>
      <w:r w:rsidR="00EF24ED">
        <w:rPr>
          <w:spacing w:val="-2"/>
        </w:rPr>
        <w:t>;</w:t>
      </w:r>
    </w:p>
    <w:p w14:paraId="5F55B04A" w14:textId="1AE4CA4A" w:rsidR="00EF24ED" w:rsidRPr="00EA159D" w:rsidRDefault="00EF24ED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esclusione dall</w:t>
      </w:r>
      <w:r w:rsidR="00EA159D">
        <w:rPr>
          <w:spacing w:val="-2"/>
        </w:rPr>
        <w:t>e</w:t>
      </w:r>
      <w:r>
        <w:rPr>
          <w:spacing w:val="-2"/>
        </w:rPr>
        <w:t xml:space="preserve"> procedure di affidamento indette dalla Stazione Appaltante;</w:t>
      </w:r>
    </w:p>
    <w:p w14:paraId="7559013D" w14:textId="77777777" w:rsidR="00344511" w:rsidRPr="0030232B" w:rsidRDefault="00EF24ED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  <w:r>
        <w:rPr>
          <w:spacing w:val="-2"/>
        </w:rPr>
        <w:t>cancellazione da elenchi o albi di prestatori e fornitori della Stazione Appaltante</w:t>
      </w:r>
      <w:r w:rsidR="00665A38">
        <w:rPr>
          <w:spacing w:val="-2"/>
        </w:rPr>
        <w:t>.</w:t>
      </w:r>
    </w:p>
    <w:p w14:paraId="7D0BC6E1" w14:textId="77777777" w:rsidR="0030232B" w:rsidRDefault="0030232B">
      <w:pPr>
        <w:pStyle w:val="Paragrafoelenco"/>
        <w:numPr>
          <w:ilvl w:val="1"/>
          <w:numId w:val="1"/>
        </w:numPr>
        <w:tabs>
          <w:tab w:val="left" w:pos="860"/>
        </w:tabs>
        <w:spacing w:before="22"/>
        <w:ind w:left="860" w:hanging="359"/>
        <w:jc w:val="left"/>
      </w:pPr>
    </w:p>
    <w:p w14:paraId="729172C0" w14:textId="77777777" w:rsidR="00344511" w:rsidRDefault="00665A38">
      <w:pPr>
        <w:pStyle w:val="Titolo1"/>
        <w:spacing w:before="183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3</w:t>
      </w:r>
    </w:p>
    <w:p w14:paraId="50EC17AD" w14:textId="77777777" w:rsidR="00344511" w:rsidRDefault="00665A38">
      <w:pPr>
        <w:pStyle w:val="Corpotesto"/>
        <w:spacing w:before="180" w:line="259" w:lineRule="auto"/>
        <w:ind w:right="147"/>
      </w:pPr>
      <w:r>
        <w:t>Il contenuto del Patto di integrità e le relative sanzioni applicabili resteranno in vigore sino alla completa esecuzione del contratto.</w:t>
      </w:r>
    </w:p>
    <w:p w14:paraId="0C551F4B" w14:textId="77777777" w:rsidR="007022A4" w:rsidRPr="0030232B" w:rsidRDefault="007022A4" w:rsidP="00EA159D">
      <w:pPr>
        <w:pStyle w:val="Corpotesto"/>
        <w:spacing w:before="180" w:line="259" w:lineRule="auto"/>
        <w:ind w:right="147"/>
        <w:jc w:val="center"/>
        <w:rPr>
          <w:b/>
          <w:bCs/>
        </w:rPr>
      </w:pPr>
      <w:r w:rsidRPr="0030232B">
        <w:rPr>
          <w:b/>
          <w:bCs/>
        </w:rPr>
        <w:t>Articolo 4</w:t>
      </w:r>
    </w:p>
    <w:p w14:paraId="389E32C0" w14:textId="5285DDDF" w:rsidR="007022A4" w:rsidRDefault="007022A4">
      <w:pPr>
        <w:pStyle w:val="Corpotesto"/>
        <w:spacing w:before="180" w:line="259" w:lineRule="auto"/>
        <w:ind w:right="147"/>
      </w:pPr>
      <w:r>
        <w:t xml:space="preserve">Resta inteso che il presente patto di integrità rappresenta una misura di prevenzione nei confronti di pratiche corruttive, </w:t>
      </w:r>
      <w:proofErr w:type="spellStart"/>
      <w:r>
        <w:t>concussive</w:t>
      </w:r>
      <w:proofErr w:type="spellEnd"/>
      <w:r>
        <w:t xml:space="preserve"> o comunque tendenti ad inficiare il corretto svolgimento dell’azione amministrativa nell’ambito dei pubblici appalti banditi</w:t>
      </w:r>
      <w:r w:rsidR="00EA159D">
        <w:t>/affidati</w:t>
      </w:r>
      <w:r>
        <w:t xml:space="preserve"> da </w:t>
      </w:r>
      <w:proofErr w:type="spellStart"/>
      <w:r>
        <w:t>Cotral</w:t>
      </w:r>
      <w:proofErr w:type="spellEnd"/>
      <w:r>
        <w:t xml:space="preserve"> S.p.A.</w:t>
      </w:r>
      <w:r w:rsidR="000D1E28">
        <w:t>.</w:t>
      </w:r>
      <w:r>
        <w:t xml:space="preserve"> </w:t>
      </w:r>
    </w:p>
    <w:p w14:paraId="280DB390" w14:textId="0D1DC918" w:rsidR="00B40DC8" w:rsidRDefault="00B40DC8">
      <w:pPr>
        <w:pStyle w:val="Corpotesto"/>
        <w:spacing w:before="180" w:line="259" w:lineRule="auto"/>
        <w:ind w:right="147"/>
      </w:pPr>
      <w:r>
        <w:t>Il patto di integrità costituisce parte integrante e sostanziale del cont</w:t>
      </w:r>
      <w:r w:rsidR="000D1E28">
        <w:t>r</w:t>
      </w:r>
      <w:r>
        <w:t xml:space="preserve">atto che verrà </w:t>
      </w:r>
      <w:r w:rsidR="00124469">
        <w:t xml:space="preserve">eventualmente affidato e </w:t>
      </w:r>
      <w:r>
        <w:t>stipulato all’esito della procedu</w:t>
      </w:r>
      <w:r w:rsidR="000D1E28">
        <w:t>r</w:t>
      </w:r>
      <w:r>
        <w:t xml:space="preserve">a </w:t>
      </w:r>
      <w:r w:rsidR="00124469">
        <w:t>stessa</w:t>
      </w:r>
      <w:r>
        <w:t>.</w:t>
      </w:r>
      <w:r w:rsidR="00124469">
        <w:t xml:space="preserve"> Nelle fasi successive all’</w:t>
      </w:r>
      <w:r w:rsidR="007D2E02">
        <w:t>aggiudicazione</w:t>
      </w:r>
      <w:r w:rsidR="00124469">
        <w:t xml:space="preserve"> </w:t>
      </w:r>
      <w:r w:rsidR="007D2E02">
        <w:t>g</w:t>
      </w:r>
      <w:r w:rsidR="00124469">
        <w:t xml:space="preserve">li obblighi si intendono riferiti all’aggiudicatario fermo quanto precisato al successivo art. 5. </w:t>
      </w:r>
    </w:p>
    <w:p w14:paraId="30AE5D8D" w14:textId="77777777" w:rsidR="00B40DC8" w:rsidRPr="0030232B" w:rsidRDefault="00B40DC8" w:rsidP="00B40DC8">
      <w:pPr>
        <w:pStyle w:val="Corpotesto"/>
        <w:spacing w:before="180" w:line="259" w:lineRule="auto"/>
        <w:ind w:right="147"/>
        <w:jc w:val="center"/>
        <w:rPr>
          <w:b/>
          <w:bCs/>
        </w:rPr>
      </w:pPr>
      <w:r w:rsidRPr="0030232B">
        <w:rPr>
          <w:b/>
          <w:bCs/>
        </w:rPr>
        <w:t>Articolo 5</w:t>
      </w:r>
    </w:p>
    <w:p w14:paraId="2C47B394" w14:textId="77777777" w:rsidR="00B40DC8" w:rsidRDefault="00B40DC8" w:rsidP="00B40DC8">
      <w:pPr>
        <w:pStyle w:val="Corpotesto"/>
        <w:spacing w:before="180" w:line="259" w:lineRule="auto"/>
        <w:ind w:right="147"/>
      </w:pPr>
      <w:r>
        <w:t>Il presente patto ed i relativi obblighi dovranno essere rispettati dai subcontraenti dell’Appaltatore, assumendo lo stesso un preciso impegno in tal senso con ogni conseguenza di legge</w:t>
      </w:r>
      <w:r w:rsidR="000D1E28">
        <w:t>. A tal fine, la clausola che prevede il rispetto degli obblighi di cui al presente Patto di integrità, sarà inserita nei contratti stipulati dall’Operatore economico con i propri subcontraenti e subappaltatori.</w:t>
      </w:r>
    </w:p>
    <w:p w14:paraId="55C107EF" w14:textId="77777777" w:rsidR="00B40DC8" w:rsidRDefault="00B40DC8">
      <w:pPr>
        <w:pStyle w:val="Corpotesto"/>
        <w:spacing w:before="180" w:line="259" w:lineRule="auto"/>
        <w:ind w:right="147"/>
      </w:pPr>
    </w:p>
    <w:p w14:paraId="695A4D7D" w14:textId="367EA8E8" w:rsidR="00344511" w:rsidRDefault="00665A38">
      <w:pPr>
        <w:pStyle w:val="Titolo1"/>
        <w:spacing w:before="160"/>
      </w:pPr>
      <w:r>
        <w:t>Articolo</w:t>
      </w:r>
      <w:r>
        <w:rPr>
          <w:spacing w:val="-7"/>
        </w:rPr>
        <w:t xml:space="preserve"> </w:t>
      </w:r>
      <w:r w:rsidR="00B40DC8">
        <w:rPr>
          <w:spacing w:val="-10"/>
        </w:rPr>
        <w:t>6</w:t>
      </w:r>
    </w:p>
    <w:p w14:paraId="485BA34E" w14:textId="77777777" w:rsidR="00344511" w:rsidRDefault="00665A38">
      <w:pPr>
        <w:pStyle w:val="Corpotesto"/>
        <w:spacing w:before="183" w:line="259" w:lineRule="auto"/>
        <w:ind w:right="135"/>
        <w:rPr>
          <w:spacing w:val="-2"/>
        </w:rPr>
      </w:pPr>
      <w:r>
        <w:t xml:space="preserve">Il presente Patto deve essere obbligatoriamente sottoscritto digitalmente, in caso di partecipazione a gare mediante la forma del raggruppamento temporaneo di imprese, dal rappresentante delle altre imprese </w:t>
      </w:r>
      <w:r>
        <w:rPr>
          <w:spacing w:val="-2"/>
        </w:rPr>
        <w:t>raggruppate</w:t>
      </w:r>
      <w:r w:rsidR="007D2E02">
        <w:rPr>
          <w:spacing w:val="-2"/>
        </w:rPr>
        <w:t xml:space="preserve"> munito dei legittimi e relativi poteri</w:t>
      </w:r>
      <w:r>
        <w:rPr>
          <w:spacing w:val="-2"/>
        </w:rPr>
        <w:t>.</w:t>
      </w:r>
    </w:p>
    <w:p w14:paraId="7E94BA94" w14:textId="77777777" w:rsidR="00124469" w:rsidRDefault="00124469" w:rsidP="00124469">
      <w:pPr>
        <w:pStyle w:val="Titolo1"/>
        <w:spacing w:before="159"/>
      </w:pPr>
      <w:r>
        <w:t>Articolo</w:t>
      </w:r>
      <w:r>
        <w:rPr>
          <w:spacing w:val="-7"/>
        </w:rPr>
        <w:t xml:space="preserve"> </w:t>
      </w:r>
      <w:r>
        <w:rPr>
          <w:spacing w:val="-10"/>
        </w:rPr>
        <w:t>7</w:t>
      </w:r>
    </w:p>
    <w:p w14:paraId="2AC6B867" w14:textId="0D8C46FE" w:rsidR="00124469" w:rsidRDefault="00124469">
      <w:pPr>
        <w:pStyle w:val="Corpotesto"/>
        <w:spacing w:before="183" w:line="259" w:lineRule="auto"/>
        <w:ind w:right="135"/>
      </w:pPr>
      <w:r>
        <w:t>La Stazione Appaltante si impegna a mettere in atto tutte le misure necessarie e a vigilare affinché i propri dipendenti e collaboratori non promettano od offrano vantaggi illeciti a terzi o ad altre person</w:t>
      </w:r>
      <w:r w:rsidR="007D2E02">
        <w:t xml:space="preserve">e fisiche o giuridiche </w:t>
      </w:r>
      <w:r>
        <w:t>e non accettino vantaggi o promesse in modo diretto o indiretto nella fase di predisposizione e di svolgimento della procedura di affidamento e/o esecuzione del contratto.</w:t>
      </w:r>
    </w:p>
    <w:p w14:paraId="37E15761" w14:textId="26336520" w:rsidR="007D2E02" w:rsidRDefault="00124469" w:rsidP="0030232B">
      <w:pPr>
        <w:pStyle w:val="Corpotesto"/>
        <w:spacing w:before="183" w:line="259" w:lineRule="auto"/>
        <w:ind w:right="135"/>
      </w:pPr>
      <w:r>
        <w:t>Durante la procedura la Stazi</w:t>
      </w:r>
      <w:r w:rsidR="007D2E02">
        <w:t>one A</w:t>
      </w:r>
      <w:r>
        <w:t>ppaltante si impegna a trattare tutti i partecipanti in maniera imparziale, a fornire a tutti le stesse informazioni e</w:t>
      </w:r>
      <w:r w:rsidR="007D2E02">
        <w:t>d</w:t>
      </w:r>
      <w:r>
        <w:t xml:space="preserve"> a non divulgare ad alcuno di essi informazioni </w:t>
      </w:r>
      <w:r>
        <w:lastRenderedPageBreak/>
        <w:t>riservate che lo avvantaggerebbero durante la procedura o durante l’esecuzione del contratto.</w:t>
      </w:r>
    </w:p>
    <w:p w14:paraId="590AEF3F" w14:textId="77777777" w:rsidR="0030232B" w:rsidRDefault="0030232B" w:rsidP="0030232B">
      <w:pPr>
        <w:pStyle w:val="Corpotesto"/>
        <w:spacing w:before="183" w:line="259" w:lineRule="auto"/>
        <w:ind w:right="135"/>
      </w:pPr>
    </w:p>
    <w:p w14:paraId="5AE1EABF" w14:textId="71748EE5" w:rsidR="00344511" w:rsidRDefault="00665A38">
      <w:pPr>
        <w:pStyle w:val="Titolo1"/>
        <w:spacing w:before="159"/>
      </w:pPr>
      <w:r>
        <w:t>Articolo</w:t>
      </w:r>
      <w:r>
        <w:rPr>
          <w:spacing w:val="-7"/>
        </w:rPr>
        <w:t xml:space="preserve"> </w:t>
      </w:r>
      <w:r w:rsidR="00124469">
        <w:rPr>
          <w:spacing w:val="-10"/>
        </w:rPr>
        <w:t>8</w:t>
      </w:r>
    </w:p>
    <w:p w14:paraId="5BCF16C9" w14:textId="29D454BF" w:rsidR="007D2E02" w:rsidRDefault="00665A38" w:rsidP="00263F52">
      <w:pPr>
        <w:pStyle w:val="Corpotesto"/>
        <w:spacing w:before="180"/>
        <w:jc w:val="left"/>
      </w:pPr>
      <w:r>
        <w:t>Ogni</w:t>
      </w:r>
      <w:r>
        <w:rPr>
          <w:spacing w:val="7"/>
        </w:rPr>
        <w:t xml:space="preserve"> </w:t>
      </w:r>
      <w:r>
        <w:t>controversia</w:t>
      </w:r>
      <w:r>
        <w:rPr>
          <w:spacing w:val="8"/>
        </w:rPr>
        <w:t xml:space="preserve"> </w:t>
      </w:r>
      <w:r>
        <w:t>relativa</w:t>
      </w:r>
      <w:r>
        <w:rPr>
          <w:spacing w:val="5"/>
        </w:rPr>
        <w:t xml:space="preserve"> </w:t>
      </w:r>
      <w:r>
        <w:t>all’interpretazione</w:t>
      </w:r>
      <w:r>
        <w:rPr>
          <w:spacing w:val="9"/>
        </w:rPr>
        <w:t xml:space="preserve"> </w:t>
      </w:r>
      <w:r>
        <w:t>ed</w:t>
      </w:r>
      <w:r>
        <w:rPr>
          <w:spacing w:val="8"/>
        </w:rPr>
        <w:t xml:space="preserve"> </w:t>
      </w:r>
      <w:r>
        <w:t>esecuzione</w:t>
      </w:r>
      <w:r>
        <w:rPr>
          <w:spacing w:val="10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Patto</w:t>
      </w:r>
      <w:r>
        <w:rPr>
          <w:spacing w:val="11"/>
        </w:rPr>
        <w:t xml:space="preserve"> </w:t>
      </w:r>
      <w:r>
        <w:t>d’integrità</w:t>
      </w:r>
      <w:r>
        <w:rPr>
          <w:spacing w:val="9"/>
        </w:rPr>
        <w:t xml:space="preserve"> </w:t>
      </w:r>
      <w:r>
        <w:t>fra</w:t>
      </w:r>
      <w:r>
        <w:rPr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stazione</w:t>
      </w:r>
      <w:r>
        <w:rPr>
          <w:spacing w:val="9"/>
        </w:rPr>
        <w:t xml:space="preserve"> </w:t>
      </w:r>
      <w:r>
        <w:rPr>
          <w:spacing w:val="-2"/>
        </w:rPr>
        <w:t>appaltante</w:t>
      </w:r>
      <w:r w:rsidR="00263F52">
        <w:rPr>
          <w:spacing w:val="-2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concorrenti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tra</w:t>
      </w:r>
      <w:r>
        <w:rPr>
          <w:spacing w:val="-5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stessi</w:t>
      </w:r>
      <w:r>
        <w:rPr>
          <w:spacing w:val="-2"/>
        </w:rPr>
        <w:t xml:space="preserve"> </w:t>
      </w:r>
      <w:r>
        <w:t>concorrenti</w:t>
      </w:r>
      <w:r>
        <w:rPr>
          <w:spacing w:val="-2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risolta</w:t>
      </w:r>
      <w:r>
        <w:rPr>
          <w:spacing w:val="-4"/>
        </w:rPr>
        <w:t xml:space="preserve"> </w:t>
      </w:r>
      <w:r>
        <w:t>dall’Autorità</w:t>
      </w:r>
      <w:r>
        <w:rPr>
          <w:spacing w:val="-5"/>
        </w:rPr>
        <w:t xml:space="preserve"> </w:t>
      </w:r>
      <w:r>
        <w:t>Giudiziaria</w:t>
      </w:r>
      <w:r>
        <w:rPr>
          <w:spacing w:val="-2"/>
        </w:rPr>
        <w:t xml:space="preserve"> </w:t>
      </w:r>
      <w:r>
        <w:t>competente</w:t>
      </w:r>
      <w:r w:rsidR="007D2E02">
        <w:t xml:space="preserve"> –Foro</w:t>
      </w:r>
      <w:r w:rsidR="00EA159D">
        <w:t xml:space="preserve"> d</w:t>
      </w:r>
      <w:r w:rsidR="007D2E02">
        <w:t>i Roma .</w:t>
      </w:r>
    </w:p>
    <w:p w14:paraId="32A9FDAE" w14:textId="03DC1090" w:rsidR="00344511" w:rsidRDefault="00665A38">
      <w:pPr>
        <w:pStyle w:val="Corpotesto"/>
        <w:spacing w:before="22" w:line="400" w:lineRule="auto"/>
        <w:ind w:right="1151"/>
        <w:jc w:val="left"/>
      </w:pPr>
      <w:r>
        <w:t xml:space="preserve"> Luogo e data</w:t>
      </w:r>
      <w:r w:rsidR="00B52DFB" w:rsidRPr="00B52DFB">
        <w:rPr>
          <w:rFonts w:ascii="Arial" w:eastAsia="Times New Roman" w:hAnsi="Arial" w:cs="Arial"/>
          <w:szCs w:val="20"/>
          <w:lang w:eastAsia="it-IT"/>
        </w:rPr>
        <w:t xml:space="preserve"> </w:t>
      </w:r>
      <w:sdt>
        <w:sdtPr>
          <w:rPr>
            <w:rFonts w:ascii="Arial" w:eastAsia="Times New Roman" w:hAnsi="Arial" w:cs="Arial"/>
            <w:szCs w:val="20"/>
            <w:lang w:eastAsia="it-IT"/>
          </w:rPr>
          <w:id w:val="-1653666604"/>
          <w:placeholder>
            <w:docPart w:val="1B93785BC5574C929BD407111037120D"/>
          </w:placeholder>
        </w:sdtPr>
        <w:sdtContent>
          <w:r w:rsidR="00B52DFB"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</w:sdtContent>
      </w:sdt>
    </w:p>
    <w:p w14:paraId="3E75BBD3" w14:textId="77777777" w:rsidR="00344511" w:rsidRDefault="00344511">
      <w:pPr>
        <w:pStyle w:val="Corpotesto"/>
        <w:spacing w:before="184"/>
        <w:ind w:left="0"/>
        <w:jc w:val="left"/>
      </w:pPr>
    </w:p>
    <w:p w14:paraId="45B36FA9" w14:textId="77777777" w:rsidR="00344511" w:rsidRDefault="00665A38">
      <w:pPr>
        <w:pStyle w:val="Corpotesto"/>
        <w:ind w:left="6514"/>
        <w:jc w:val="left"/>
      </w:pPr>
      <w:r>
        <w:t>Firmato</w:t>
      </w:r>
      <w:r>
        <w:rPr>
          <w:spacing w:val="-8"/>
        </w:rPr>
        <w:t xml:space="preserve"> </w:t>
      </w:r>
      <w:r>
        <w:t>digitalmente</w:t>
      </w:r>
      <w:r>
        <w:rPr>
          <w:spacing w:val="-5"/>
        </w:rPr>
        <w:t xml:space="preserve"> da</w:t>
      </w:r>
    </w:p>
    <w:p w14:paraId="0FCF705A" w14:textId="78C78DC9" w:rsidR="00344511" w:rsidRDefault="00665A38">
      <w:pPr>
        <w:pStyle w:val="Corpotesto"/>
        <w:spacing w:before="153"/>
        <w:ind w:left="0"/>
        <w:jc w:val="left"/>
        <w:rPr>
          <w:rFonts w:ascii="Arial" w:eastAsia="Times New Roman" w:hAnsi="Arial" w:cs="Arial"/>
          <w:szCs w:val="20"/>
          <w:lang w:eastAsia="it-IT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415EAE3" wp14:editId="77E0D729">
                <wp:simplePos x="0" y="0"/>
                <wp:positionH relativeFrom="page">
                  <wp:posOffset>4766436</wp:posOffset>
                </wp:positionH>
                <wp:positionV relativeFrom="paragraph">
                  <wp:posOffset>267424</wp:posOffset>
                </wp:positionV>
                <wp:extent cx="146240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24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2405">
                              <a:moveTo>
                                <a:pt x="0" y="0"/>
                              </a:moveTo>
                              <a:lnTo>
                                <a:pt x="1461815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8B183" id="Graphic 2" o:spid="_x0000_s1026" style="position:absolute;margin-left:375.3pt;margin-top:21.05pt;width:115.1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624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" path="m,l1461815,e" filled="f" strokeweight=".25314mm">
                <v:path arrowok="t"/>
                <w10:wrap type="topAndBottom" anchorx="page"/>
              </v:shape>
            </w:pict>
          </mc:Fallback>
        </mc:AlternateContent>
      </w:r>
      <w:r w:rsidR="00B52DFB">
        <w:rPr>
          <w:rFonts w:ascii="Arial" w:eastAsia="Times New Roman" w:hAnsi="Arial" w:cs="Arial"/>
          <w:szCs w:val="20"/>
          <w:lang w:eastAsia="it-IT"/>
        </w:rPr>
        <w:tab/>
      </w:r>
      <w:r w:rsidR="00B52DFB">
        <w:rPr>
          <w:rFonts w:ascii="Arial" w:eastAsia="Times New Roman" w:hAnsi="Arial" w:cs="Arial"/>
          <w:szCs w:val="20"/>
          <w:lang w:eastAsia="it-IT"/>
        </w:rPr>
        <w:tab/>
      </w:r>
      <w:r w:rsidR="00B52DFB">
        <w:rPr>
          <w:rFonts w:ascii="Arial" w:eastAsia="Times New Roman" w:hAnsi="Arial" w:cs="Arial"/>
          <w:szCs w:val="20"/>
          <w:lang w:eastAsia="it-IT"/>
        </w:rPr>
        <w:tab/>
      </w:r>
      <w:r w:rsidR="00B52DFB">
        <w:rPr>
          <w:rFonts w:ascii="Arial" w:eastAsia="Times New Roman" w:hAnsi="Arial" w:cs="Arial"/>
          <w:szCs w:val="20"/>
          <w:lang w:eastAsia="it-IT"/>
        </w:rPr>
        <w:tab/>
      </w:r>
      <w:r w:rsidR="00B52DFB">
        <w:rPr>
          <w:rFonts w:ascii="Arial" w:eastAsia="Times New Roman" w:hAnsi="Arial" w:cs="Arial"/>
          <w:szCs w:val="20"/>
          <w:lang w:eastAsia="it-IT"/>
        </w:rPr>
        <w:tab/>
      </w:r>
      <w:r w:rsidR="00B52DFB">
        <w:rPr>
          <w:rFonts w:ascii="Arial" w:eastAsia="Times New Roman" w:hAnsi="Arial" w:cs="Arial"/>
          <w:szCs w:val="20"/>
          <w:lang w:eastAsia="it-IT"/>
        </w:rPr>
        <w:tab/>
      </w:r>
    </w:p>
    <w:p w14:paraId="1A973E26" w14:textId="77777777" w:rsidR="00B52DFB" w:rsidRDefault="00B52DFB">
      <w:pPr>
        <w:pStyle w:val="Corpotesto"/>
        <w:spacing w:before="153"/>
        <w:ind w:left="0"/>
        <w:jc w:val="left"/>
        <w:rPr>
          <w:rFonts w:ascii="Arial" w:eastAsia="Times New Roman" w:hAnsi="Arial" w:cs="Arial"/>
          <w:szCs w:val="20"/>
          <w:lang w:eastAsia="it-IT"/>
        </w:rPr>
      </w:pPr>
    </w:p>
    <w:p w14:paraId="6D92E00A" w14:textId="0EB8DA22" w:rsidR="00B52DFB" w:rsidRDefault="00B52DFB">
      <w:pPr>
        <w:pStyle w:val="Corpotesto"/>
        <w:spacing w:before="153"/>
        <w:ind w:left="0"/>
        <w:jc w:val="left"/>
        <w:rPr>
          <w:sz w:val="20"/>
        </w:rPr>
      </w:pPr>
      <w:r>
        <w:rPr>
          <w:rFonts w:ascii="Arial" w:eastAsia="Times New Roman" w:hAnsi="Arial" w:cs="Arial"/>
          <w:szCs w:val="20"/>
          <w:lang w:eastAsia="it-IT"/>
        </w:rPr>
        <w:tab/>
      </w:r>
      <w:r>
        <w:rPr>
          <w:rFonts w:ascii="Arial" w:eastAsia="Times New Roman" w:hAnsi="Arial" w:cs="Arial"/>
          <w:szCs w:val="20"/>
          <w:lang w:eastAsia="it-IT"/>
        </w:rPr>
        <w:tab/>
      </w:r>
      <w:r>
        <w:rPr>
          <w:rFonts w:ascii="Arial" w:eastAsia="Times New Roman" w:hAnsi="Arial" w:cs="Arial"/>
          <w:szCs w:val="20"/>
          <w:lang w:eastAsia="it-IT"/>
        </w:rPr>
        <w:tab/>
      </w:r>
      <w:r>
        <w:rPr>
          <w:rFonts w:ascii="Arial" w:eastAsia="Times New Roman" w:hAnsi="Arial" w:cs="Arial"/>
          <w:szCs w:val="20"/>
          <w:lang w:eastAsia="it-IT"/>
        </w:rPr>
        <w:tab/>
      </w:r>
      <w:r>
        <w:rPr>
          <w:rFonts w:ascii="Arial" w:eastAsia="Times New Roman" w:hAnsi="Arial" w:cs="Arial"/>
          <w:szCs w:val="20"/>
          <w:lang w:eastAsia="it-IT"/>
        </w:rPr>
        <w:tab/>
      </w:r>
      <w:r>
        <w:rPr>
          <w:rFonts w:ascii="Arial" w:eastAsia="Times New Roman" w:hAnsi="Arial" w:cs="Arial"/>
          <w:szCs w:val="20"/>
          <w:lang w:eastAsia="it-IT"/>
        </w:rPr>
        <w:tab/>
      </w:r>
      <w:r>
        <w:rPr>
          <w:rFonts w:ascii="Arial" w:eastAsia="Times New Roman" w:hAnsi="Arial" w:cs="Arial"/>
          <w:szCs w:val="20"/>
          <w:lang w:eastAsia="it-IT"/>
        </w:rPr>
        <w:tab/>
      </w:r>
      <w:r>
        <w:rPr>
          <w:rFonts w:ascii="Arial" w:eastAsia="Times New Roman" w:hAnsi="Arial" w:cs="Arial"/>
          <w:szCs w:val="20"/>
          <w:lang w:eastAsia="it-IT"/>
        </w:rPr>
        <w:tab/>
      </w:r>
      <w:r>
        <w:rPr>
          <w:rFonts w:ascii="Arial" w:eastAsia="Times New Roman" w:hAnsi="Arial" w:cs="Arial"/>
          <w:szCs w:val="20"/>
          <w:lang w:eastAsia="it-IT"/>
        </w:rPr>
        <w:tab/>
      </w:r>
      <w:sdt>
        <w:sdtPr>
          <w:rPr>
            <w:rFonts w:ascii="Arial" w:eastAsia="Times New Roman" w:hAnsi="Arial" w:cs="Arial"/>
            <w:szCs w:val="20"/>
            <w:lang w:eastAsia="it-IT"/>
          </w:rPr>
          <w:id w:val="-1463024953"/>
          <w:placeholder>
            <w:docPart w:val="AF180E3D3F2F40BDB594998E8EF2F548"/>
          </w:placeholder>
        </w:sdtPr>
        <w:sdtContent>
          <w:r w:rsidRPr="00746F87">
            <w:rPr>
              <w:rFonts w:ascii="Arial" w:eastAsia="Times New Roman" w:hAnsi="Arial" w:cs="Arial"/>
              <w:sz w:val="20"/>
              <w:szCs w:val="20"/>
              <w:lang w:eastAsia="it-IT"/>
            </w:rPr>
            <w:t>.………………………</w:t>
          </w:r>
        </w:sdtContent>
      </w:sdt>
    </w:p>
    <w:sectPr w:rsidR="00B52DFB" w:rsidSect="008C3325">
      <w:headerReference w:type="default" r:id="rId7"/>
      <w:pgSz w:w="11910" w:h="16840"/>
      <w:pgMar w:top="1417" w:right="1134" w:bottom="1134" w:left="1134" w:header="70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1D474" w14:textId="77777777" w:rsidR="00A77AB4" w:rsidRDefault="00A77AB4">
      <w:r>
        <w:separator/>
      </w:r>
    </w:p>
  </w:endnote>
  <w:endnote w:type="continuationSeparator" w:id="0">
    <w:p w14:paraId="5F9547B2" w14:textId="77777777" w:rsidR="00A77AB4" w:rsidRDefault="00A7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C15CD" w14:textId="77777777" w:rsidR="00A77AB4" w:rsidRDefault="00A77AB4">
      <w:r>
        <w:separator/>
      </w:r>
    </w:p>
  </w:footnote>
  <w:footnote w:type="continuationSeparator" w:id="0">
    <w:p w14:paraId="1E291AA7" w14:textId="77777777" w:rsidR="00A77AB4" w:rsidRDefault="00A77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79130" w14:textId="77777777" w:rsidR="00344511" w:rsidRDefault="00665A38">
    <w:pPr>
      <w:pStyle w:val="Corpotesto"/>
      <w:spacing w:line="14" w:lineRule="auto"/>
      <w:ind w:left="0"/>
      <w:jc w:val="left"/>
      <w:rPr>
        <w:sz w:val="20"/>
      </w:rPr>
    </w:pPr>
    <w:r>
      <w:rPr>
        <w:noProof/>
        <w:sz w:val="20"/>
        <w:lang w:eastAsia="it-IT"/>
      </w:rPr>
      <w:drawing>
        <wp:anchor distT="0" distB="0" distL="0" distR="0" simplePos="0" relativeHeight="487549952" behindDoc="1" locked="0" layoutInCell="1" allowOverlap="1" wp14:anchorId="784704CB" wp14:editId="578FC80C">
          <wp:simplePos x="0" y="0"/>
          <wp:positionH relativeFrom="page">
            <wp:posOffset>720090</wp:posOffset>
          </wp:positionH>
          <wp:positionV relativeFrom="page">
            <wp:posOffset>449592</wp:posOffset>
          </wp:positionV>
          <wp:extent cx="1283335" cy="33514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3335" cy="335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16787"/>
    <w:multiLevelType w:val="hybridMultilevel"/>
    <w:tmpl w:val="F60E16B4"/>
    <w:lvl w:ilvl="0" w:tplc="7A687B20">
      <w:numFmt w:val="bullet"/>
      <w:lvlText w:val="-"/>
      <w:lvlJc w:val="left"/>
      <w:pPr>
        <w:ind w:left="140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E18BEB4">
      <w:numFmt w:val="bullet"/>
      <w:lvlText w:val="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9CBEC8A0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43486CA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4" w:tplc="B0D0B7B2">
      <w:numFmt w:val="bullet"/>
      <w:lvlText w:val="•"/>
      <w:lvlJc w:val="left"/>
      <w:pPr>
        <w:ind w:left="3880" w:hanging="360"/>
      </w:pPr>
      <w:rPr>
        <w:rFonts w:hint="default"/>
        <w:lang w:val="it-IT" w:eastAsia="en-US" w:bidi="ar-SA"/>
      </w:rPr>
    </w:lvl>
    <w:lvl w:ilvl="5" w:tplc="CEF66B50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5E8EDB78">
      <w:numFmt w:val="bullet"/>
      <w:lvlText w:val="•"/>
      <w:lvlJc w:val="left"/>
      <w:pPr>
        <w:ind w:left="5894" w:hanging="360"/>
      </w:pPr>
      <w:rPr>
        <w:rFonts w:hint="default"/>
        <w:lang w:val="it-IT" w:eastAsia="en-US" w:bidi="ar-SA"/>
      </w:rPr>
    </w:lvl>
    <w:lvl w:ilvl="7" w:tplc="39945ED4">
      <w:numFmt w:val="bullet"/>
      <w:lvlText w:val="•"/>
      <w:lvlJc w:val="left"/>
      <w:pPr>
        <w:ind w:left="6901" w:hanging="360"/>
      </w:pPr>
      <w:rPr>
        <w:rFonts w:hint="default"/>
        <w:lang w:val="it-IT" w:eastAsia="en-US" w:bidi="ar-SA"/>
      </w:rPr>
    </w:lvl>
    <w:lvl w:ilvl="8" w:tplc="44B2D22C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ocumentProtection w:edit="forms" w:enforcement="1" w:cryptProviderType="rsaAES" w:cryptAlgorithmClass="hash" w:cryptAlgorithmType="typeAny" w:cryptAlgorithmSid="14" w:cryptSpinCount="100000" w:hash="ux9wdR+F3e0pO2LYs1lKoekfs4jRvSt7yXWhQiwTLAMvgU/Y5p5icDIyBSsQ9pdy2n7eMsE0zzwCcDpWCMdZVQ==" w:salt="1HXBz5Az4uizT18P39KY6g==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511"/>
    <w:rsid w:val="00027AC3"/>
    <w:rsid w:val="000D1E28"/>
    <w:rsid w:val="00124469"/>
    <w:rsid w:val="00263F52"/>
    <w:rsid w:val="00264B9A"/>
    <w:rsid w:val="00294552"/>
    <w:rsid w:val="0030232B"/>
    <w:rsid w:val="00344511"/>
    <w:rsid w:val="005F44E2"/>
    <w:rsid w:val="00665A38"/>
    <w:rsid w:val="007022A4"/>
    <w:rsid w:val="007D2E02"/>
    <w:rsid w:val="008C3325"/>
    <w:rsid w:val="00A77AB4"/>
    <w:rsid w:val="00B40DC8"/>
    <w:rsid w:val="00B52DFB"/>
    <w:rsid w:val="00B80FF9"/>
    <w:rsid w:val="00BF2464"/>
    <w:rsid w:val="00E618DA"/>
    <w:rsid w:val="00EA159D"/>
    <w:rsid w:val="00EC6E63"/>
    <w:rsid w:val="00E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8A5F"/>
  <w15:docId w15:val="{44DB7577-4D92-418C-8E3F-2742351E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2" w:right="3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  <w:jc w:val="both"/>
    </w:pPr>
  </w:style>
  <w:style w:type="paragraph" w:styleId="Titolo">
    <w:name w:val="Title"/>
    <w:basedOn w:val="Normale"/>
    <w:uiPriority w:val="10"/>
    <w:qFormat/>
    <w:pPr>
      <w:spacing w:before="46"/>
      <w:ind w:left="2" w:right="3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60" w:hanging="35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22A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22A4"/>
    <w:rPr>
      <w:rFonts w:ascii="Segoe UI" w:eastAsia="Calibri" w:hAnsi="Segoe UI" w:cs="Segoe UI"/>
      <w:sz w:val="18"/>
      <w:szCs w:val="18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24469"/>
    <w:rPr>
      <w:rFonts w:ascii="Calibri" w:eastAsia="Calibri" w:hAnsi="Calibri" w:cs="Calibri"/>
      <w:b/>
      <w:bCs/>
      <w:lang w:val="it-IT"/>
    </w:rPr>
  </w:style>
  <w:style w:type="paragraph" w:styleId="Revisione">
    <w:name w:val="Revision"/>
    <w:hidden/>
    <w:uiPriority w:val="99"/>
    <w:semiHidden/>
    <w:rsid w:val="00EA159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93785BC5574C929BD40711103712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CF9F3-DAE7-4A87-8324-DF688DF4391B}"/>
      </w:docPartPr>
      <w:docPartBody>
        <w:p w:rsidR="00000000" w:rsidRDefault="002960B6" w:rsidP="002960B6">
          <w:pPr>
            <w:pStyle w:val="1B93785BC5574C929BD407111037120D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49CA86F19324B1FBC381C154FCA10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B001A1-1868-4619-9310-370A997587E9}"/>
      </w:docPartPr>
      <w:docPartBody>
        <w:p w:rsidR="00000000" w:rsidRDefault="002960B6" w:rsidP="002960B6">
          <w:pPr>
            <w:pStyle w:val="549CA86F19324B1FBC381C154FCA10E1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DC865A3FDD04E49B89B560236B667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DB3609-8188-4287-933A-FA3FE8EE4180}"/>
      </w:docPartPr>
      <w:docPartBody>
        <w:p w:rsidR="00000000" w:rsidRDefault="002960B6" w:rsidP="002960B6">
          <w:pPr>
            <w:pStyle w:val="EDC865A3FDD04E49B89B560236B66729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0F46FA7531C48F6B0176FD31A9B25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C62C22-7D2E-40F7-BB44-5179CDF35C57}"/>
      </w:docPartPr>
      <w:docPartBody>
        <w:p w:rsidR="00000000" w:rsidRDefault="002960B6" w:rsidP="002960B6">
          <w:pPr>
            <w:pStyle w:val="70F46FA7531C48F6B0176FD31A9B25F6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B8FCD6CD2AF457B97D0C4DDB57A53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B5F0A4-A4C1-437F-A9FB-6B101C9D8F74}"/>
      </w:docPartPr>
      <w:docPartBody>
        <w:p w:rsidR="00000000" w:rsidRDefault="002960B6" w:rsidP="002960B6">
          <w:pPr>
            <w:pStyle w:val="1B8FCD6CD2AF457B97D0C4DDB57A53D7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9044222B2AF40F5AFB94DA06F1D97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C1A96D-B371-418D-BEF9-3A1960B865E3}"/>
      </w:docPartPr>
      <w:docPartBody>
        <w:p w:rsidR="00000000" w:rsidRDefault="002960B6" w:rsidP="002960B6">
          <w:pPr>
            <w:pStyle w:val="B9044222B2AF40F5AFB94DA06F1D97DB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FBC635626B5476AAE5457A7C0F6CB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AEC8EA-DA48-4BD2-AC94-80C3D85CE3C3}"/>
      </w:docPartPr>
      <w:docPartBody>
        <w:p w:rsidR="00000000" w:rsidRDefault="002960B6" w:rsidP="002960B6">
          <w:pPr>
            <w:pStyle w:val="2FBC635626B5476AAE5457A7C0F6CBDC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8EC38E9C1C04B52B042BF0B4E74BC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29485F-B213-4335-BD28-67AA2DC62B3B}"/>
      </w:docPartPr>
      <w:docPartBody>
        <w:p w:rsidR="00000000" w:rsidRDefault="002960B6" w:rsidP="002960B6">
          <w:pPr>
            <w:pStyle w:val="C8EC38E9C1C04B52B042BF0B4E74BCA6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F180E3D3F2F40BDB594998E8EF2F5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26DF09-4EAF-4CD8-AAF4-4F2E2E319C5A}"/>
      </w:docPartPr>
      <w:docPartBody>
        <w:p w:rsidR="00000000" w:rsidRDefault="002960B6" w:rsidP="002960B6">
          <w:pPr>
            <w:pStyle w:val="AF180E3D3F2F40BDB594998E8EF2F548"/>
          </w:pPr>
          <w:r w:rsidRPr="007176B6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B6"/>
    <w:rsid w:val="0029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960B6"/>
  </w:style>
  <w:style w:type="paragraph" w:customStyle="1" w:styleId="1B93785BC5574C929BD407111037120D">
    <w:name w:val="1B93785BC5574C929BD407111037120D"/>
    <w:rsid w:val="002960B6"/>
  </w:style>
  <w:style w:type="paragraph" w:customStyle="1" w:styleId="549CA86F19324B1FBC381C154FCA10E1">
    <w:name w:val="549CA86F19324B1FBC381C154FCA10E1"/>
    <w:rsid w:val="002960B6"/>
  </w:style>
  <w:style w:type="paragraph" w:customStyle="1" w:styleId="EDC865A3FDD04E49B89B560236B66729">
    <w:name w:val="EDC865A3FDD04E49B89B560236B66729"/>
    <w:rsid w:val="002960B6"/>
  </w:style>
  <w:style w:type="paragraph" w:customStyle="1" w:styleId="70F46FA7531C48F6B0176FD31A9B25F6">
    <w:name w:val="70F46FA7531C48F6B0176FD31A9B25F6"/>
    <w:rsid w:val="002960B6"/>
  </w:style>
  <w:style w:type="paragraph" w:customStyle="1" w:styleId="1B8FCD6CD2AF457B97D0C4DDB57A53D7">
    <w:name w:val="1B8FCD6CD2AF457B97D0C4DDB57A53D7"/>
    <w:rsid w:val="002960B6"/>
  </w:style>
  <w:style w:type="paragraph" w:customStyle="1" w:styleId="B9044222B2AF40F5AFB94DA06F1D97DB">
    <w:name w:val="B9044222B2AF40F5AFB94DA06F1D97DB"/>
    <w:rsid w:val="002960B6"/>
  </w:style>
  <w:style w:type="paragraph" w:customStyle="1" w:styleId="2FBC635626B5476AAE5457A7C0F6CBDC">
    <w:name w:val="2FBC635626B5476AAE5457A7C0F6CBDC"/>
    <w:rsid w:val="002960B6"/>
  </w:style>
  <w:style w:type="paragraph" w:customStyle="1" w:styleId="C8EC38E9C1C04B52B042BF0B4E74BCA6">
    <w:name w:val="C8EC38E9C1C04B52B042BF0B4E74BCA6"/>
    <w:rsid w:val="002960B6"/>
  </w:style>
  <w:style w:type="paragraph" w:customStyle="1" w:styleId="7B91CCE9CE834A429CED85E3DC95BD3B">
    <w:name w:val="7B91CCE9CE834A429CED85E3DC95BD3B"/>
    <w:rsid w:val="002960B6"/>
  </w:style>
  <w:style w:type="paragraph" w:customStyle="1" w:styleId="AF180E3D3F2F40BDB594998E8EF2F548">
    <w:name w:val="AF180E3D3F2F40BDB594998E8EF2F548"/>
    <w:rsid w:val="002960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AEC953C6</Template>
  <TotalTime>13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Lauro, Gaetano</dc:creator>
  <cp:lastModifiedBy>Schiaffini, Elisa</cp:lastModifiedBy>
  <cp:revision>8</cp:revision>
  <dcterms:created xsi:type="dcterms:W3CDTF">2025-04-02T08:57:00Z</dcterms:created>
  <dcterms:modified xsi:type="dcterms:W3CDTF">2025-04-10T10:45:00Z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2025-03-11T00:00:00Z</vt:filetime>
  </property>
  <property fmtid="{D5CDD505-2E9C-101B-9397-08002B2CF9AE}" pid="5" name="Producer">
    <vt:lpwstr>Microsoft® Word 2019</vt:lpwstr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2025-04-02T08:57:45Z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bdda6498-533c-46f1-a55b-f99257b19551</vt:lpwstr>
  </property>
  <property fmtid="{D5CDD505-2E9C-101B-9397-08002B2CF9AE}" pid="11" name="MSIP_Label_defa4170-0d19-0005-0004-bc88714345d2_ActionId">
    <vt:lpwstr>59718991-42ba-4897-b38e-2e0fcc7bbe80</vt:lpwstr>
  </property>
  <property fmtid="{D5CDD505-2E9C-101B-9397-08002B2CF9AE}" pid="12" name="MSIP_Label_defa4170-0d19-0005-0004-bc88714345d2_ContentBits">
    <vt:lpwstr>0</vt:lpwstr>
  </property>
  <property fmtid="{D5CDD505-2E9C-101B-9397-08002B2CF9AE}" pid="13" name="MSIP_Label_defa4170-0d19-0005-0004-bc88714345d2_Tag">
    <vt:lpwstr>10, 3, 0, 1</vt:lpwstr>
  </property>
</Properties>
</file>